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827B4">
        <w:rPr>
          <w:rFonts w:ascii="Arial" w:hAnsi="Arial" w:cs="Arial"/>
          <w:b/>
          <w:caps/>
          <w:sz w:val="28"/>
          <w:szCs w:val="28"/>
        </w:rPr>
        <w:t>7</w:t>
      </w:r>
      <w:r w:rsidR="002477E9">
        <w:rPr>
          <w:rFonts w:ascii="Arial" w:hAnsi="Arial" w:cs="Arial"/>
          <w:b/>
          <w:caps/>
          <w:sz w:val="28"/>
          <w:szCs w:val="28"/>
        </w:rPr>
        <w:t>9</w:t>
      </w:r>
      <w:r w:rsidR="00344CF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467D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67D1A">
              <w:rPr>
                <w:rFonts w:ascii="Arial" w:hAnsi="Arial" w:cs="Arial"/>
                <w:sz w:val="20"/>
                <w:szCs w:val="20"/>
              </w:rPr>
              <w:t>manutenção junto à tampa do poço de visita existente no leito carroçável da Avenida São João, defronte do nº 86, no Bairro São João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A3892" w:rsidRPr="002A3892">
        <w:rPr>
          <w:rFonts w:ascii="Arial" w:hAnsi="Arial" w:cs="Arial"/>
        </w:rPr>
        <w:t>em nome da popu</w:t>
      </w:r>
      <w:bookmarkStart w:id="0" w:name="_GoBack"/>
      <w:bookmarkEnd w:id="0"/>
      <w:r w:rsidR="002A3892" w:rsidRPr="002A3892">
        <w:rPr>
          <w:rFonts w:ascii="Arial" w:hAnsi="Arial" w:cs="Arial"/>
        </w:rPr>
        <w:t>lação de Jacareí,</w:t>
      </w:r>
      <w:r w:rsidR="002B354D" w:rsidRPr="002B354D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</w:t>
      </w:r>
      <w:r w:rsidR="008D584D">
        <w:rPr>
          <w:rFonts w:ascii="Arial" w:hAnsi="Arial" w:cs="Arial"/>
        </w:rPr>
        <w:t xml:space="preserve">visando </w:t>
      </w:r>
      <w:r w:rsidR="002E45EB" w:rsidRPr="002E45EB">
        <w:rPr>
          <w:rFonts w:ascii="Arial" w:hAnsi="Arial" w:cs="Arial"/>
        </w:rPr>
        <w:t xml:space="preserve">à </w:t>
      </w:r>
      <w:r w:rsidR="008D584D" w:rsidRPr="008D584D">
        <w:rPr>
          <w:rFonts w:ascii="Arial" w:hAnsi="Arial" w:cs="Arial"/>
        </w:rPr>
        <w:t>manutenção junto à tampa do poço de visita existente no leito carroçável da Avenida São João, defronte do nº 86, no Bairro São João</w:t>
      </w:r>
      <w:r w:rsidR="001C61BF">
        <w:rPr>
          <w:rFonts w:ascii="Arial" w:hAnsi="Arial" w:cs="Arial"/>
        </w:rPr>
        <w:t>.</w:t>
      </w:r>
    </w:p>
    <w:p w:rsidR="007230D3" w:rsidRDefault="007230D3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Esclarecemos que nossa Indicação objetiva unicamente proporcionar melhor mobilidade e segurança aos motoristas que utilizam a citada via pública.</w:t>
      </w:r>
    </w:p>
    <w:p w:rsidR="007230D3" w:rsidRDefault="007230D3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poço de visita está afundando devido ao tráfego de veículos pesados, como ônibus e caminhões.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0399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005F72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8857035">
            <wp:extent cx="5943600" cy="44577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130FB4" w:rsidP="005053CC">
      <w:pPr>
        <w:jc w:val="center"/>
        <w:rPr>
          <w:rFonts w:ascii="Arial" w:hAnsi="Arial" w:cs="Arial"/>
        </w:rPr>
      </w:pPr>
    </w:p>
    <w:sectPr w:rsidR="00130FB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6BC" w:rsidRDefault="00C226BC">
      <w:r>
        <w:separator/>
      </w:r>
    </w:p>
  </w:endnote>
  <w:endnote w:type="continuationSeparator" w:id="0">
    <w:p w:rsidR="00C226BC" w:rsidRDefault="00C2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6BC" w:rsidRDefault="00C226BC">
      <w:r>
        <w:separator/>
      </w:r>
    </w:p>
  </w:footnote>
  <w:footnote w:type="continuationSeparator" w:id="0">
    <w:p w:rsidR="00C226BC" w:rsidRDefault="00C22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350103">
      <w:rPr>
        <w:rFonts w:ascii="Arial" w:hAnsi="Arial" w:cs="Arial"/>
        <w:b/>
        <w:sz w:val="20"/>
        <w:szCs w:val="20"/>
        <w:u w:val="single"/>
      </w:rPr>
      <w:t>7</w:t>
    </w:r>
    <w:r w:rsidR="00B45037">
      <w:rPr>
        <w:rFonts w:ascii="Arial" w:hAnsi="Arial" w:cs="Arial"/>
        <w:b/>
        <w:sz w:val="20"/>
        <w:szCs w:val="20"/>
        <w:u w:val="single"/>
      </w:rPr>
      <w:t>9</w:t>
    </w:r>
    <w:r w:rsidR="000C1452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5F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5F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5F72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1452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69A8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3892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4CF9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55BD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67D1A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5DB"/>
    <w:rsid w:val="00711BBF"/>
    <w:rsid w:val="00713463"/>
    <w:rsid w:val="00715F74"/>
    <w:rsid w:val="007230D3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3F9E"/>
    <w:rsid w:val="007645DB"/>
    <w:rsid w:val="00767E85"/>
    <w:rsid w:val="00767EF3"/>
    <w:rsid w:val="00770468"/>
    <w:rsid w:val="00770A08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584D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4C0B"/>
    <w:rsid w:val="00966655"/>
    <w:rsid w:val="00972526"/>
    <w:rsid w:val="009764FB"/>
    <w:rsid w:val="009768E6"/>
    <w:rsid w:val="009800AB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1F09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26BC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2519-F6E8-469D-BE78-71791E2A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2018-06-05T13:26:00Z</cp:lastPrinted>
  <dcterms:created xsi:type="dcterms:W3CDTF">2018-08-13T18:30:00Z</dcterms:created>
  <dcterms:modified xsi:type="dcterms:W3CDTF">2018-08-13T18:35:00Z</dcterms:modified>
</cp:coreProperties>
</file>